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D17D99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3C4F3D" w:rsidRPr="003C4F3D">
        <w:rPr>
          <w:rStyle w:val="Siln"/>
        </w:rPr>
        <w:t>Protipovodňová ochrana mostu v km 10,412 trati Letohrad – Ústí nad Orlicí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1164A498" w:rsidR="00AC2CF0" w:rsidRPr="007308BA" w:rsidRDefault="003C4F3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69147703"/>
                <w:placeholder>
                  <w:docPart w:val="F50C074201F54630BD5264765105B31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1397803C" w:rsidR="00AC2CF0" w:rsidRPr="007308BA" w:rsidRDefault="003C4F3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686901827"/>
                <w:placeholder>
                  <w:docPart w:val="1166BC86F72545409120D2930899BB9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5FA80381" w:rsidR="009F392E" w:rsidRPr="00777FF0" w:rsidRDefault="008145D7" w:rsidP="00777FF0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777FF0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ECC6C" w14:textId="2628D553" w:rsidR="003C4F3D" w:rsidRDefault="003C4F3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078C8CA6" wp14:editId="4803B29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496529538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222072" w14:textId="154361A0" w:rsidR="003C4F3D" w:rsidRPr="003C4F3D" w:rsidRDefault="003C4F3D" w:rsidP="003C4F3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C4F3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8C8CA6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01222072" w14:textId="154361A0" w:rsidR="003C4F3D" w:rsidRPr="003C4F3D" w:rsidRDefault="003C4F3D" w:rsidP="003C4F3D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3C4F3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2EBF1FAF" w:rsidR="00F1715C" w:rsidRPr="00B8518B" w:rsidRDefault="003C4F3D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752F4181" wp14:editId="506B3F66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566478284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4D232F8" w14:textId="7EFA332D" w:rsidR="003C4F3D" w:rsidRPr="003C4F3D" w:rsidRDefault="003C4F3D" w:rsidP="003C4F3D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3C4F3D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52F4181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34D232F8" w14:textId="7EFA332D" w:rsidR="003C4F3D" w:rsidRPr="003C4F3D" w:rsidRDefault="003C4F3D" w:rsidP="003C4F3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C4F3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085D7" w14:textId="7E653228" w:rsidR="00C715B9" w:rsidRPr="009618D3" w:rsidRDefault="003C4F3D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>
      <w:rPr>
        <w:rFonts w:ascii="Verdana" w:eastAsia="Calibri" w:hAnsi="Verdana" w:cstheme="minorHAnsi"/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0B422AEA" wp14:editId="76EC2BF4">
              <wp:simplePos x="1311965" y="381663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732581184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9B637A" w14:textId="3D441856" w:rsidR="003C4F3D" w:rsidRPr="003C4F3D" w:rsidRDefault="003C4F3D" w:rsidP="003C4F3D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C4F3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422AEA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2D9B637A" w14:textId="3D441856" w:rsidR="003C4F3D" w:rsidRPr="003C4F3D" w:rsidRDefault="003C4F3D" w:rsidP="003C4F3D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3C4F3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15B9" w:rsidRPr="009618D3">
      <w:rPr>
        <w:rFonts w:ascii="Verdana" w:eastAsia="Calibri" w:hAnsi="Verdana" w:cstheme="minorHAnsi"/>
      </w:rPr>
      <w:t xml:space="preserve">Čestné prohlášení </w:t>
    </w:r>
    <w:r w:rsidR="00C715B9" w:rsidRPr="009618D3">
      <w:rPr>
        <w:rFonts w:ascii="Verdana" w:hAnsi="Verdana" w:cstheme="minorHAnsi"/>
      </w:rPr>
      <w:t>ve vztahu k zákonu o registru smluv</w:t>
    </w:r>
  </w:p>
  <w:p w14:paraId="59466B93" w14:textId="03BB9DE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8A0E50">
      <w:rPr>
        <w:rStyle w:val="Zvraznn"/>
      </w:rPr>
      <w:t>7</w:t>
    </w:r>
    <w:r>
      <w:rPr>
        <w:rStyle w:val="Zvraznn"/>
      </w:rPr>
      <w:t xml:space="preserve">.2 a </w:t>
    </w:r>
    <w:r w:rsidR="008A0E50">
      <w:rPr>
        <w:rStyle w:val="Zvraznn"/>
      </w:rPr>
      <w:t>7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059"/>
    <w:rsid w:val="002C31BF"/>
    <w:rsid w:val="002D08B1"/>
    <w:rsid w:val="002E0CD7"/>
    <w:rsid w:val="003401F1"/>
    <w:rsid w:val="00341DCF"/>
    <w:rsid w:val="00357BC6"/>
    <w:rsid w:val="003956C6"/>
    <w:rsid w:val="003B7E4D"/>
    <w:rsid w:val="003C4F3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D5506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77FF0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558C2"/>
    <w:rsid w:val="008659F3"/>
    <w:rsid w:val="00871841"/>
    <w:rsid w:val="00880337"/>
    <w:rsid w:val="00882E6D"/>
    <w:rsid w:val="00886D4B"/>
    <w:rsid w:val="00895406"/>
    <w:rsid w:val="008A0E50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D5BC7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50C074201F54630BD5264765105B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AF599-FDF1-4C88-A032-CBD02757A21F}"/>
      </w:docPartPr>
      <w:docPartBody>
        <w:p w:rsidR="00821F3C" w:rsidRDefault="00821F3C" w:rsidP="00821F3C">
          <w:pPr>
            <w:pStyle w:val="F50C074201F54630BD5264765105B31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166BC86F72545409120D2930899B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49C97-95BA-4497-A64C-2CA73856C833}"/>
      </w:docPartPr>
      <w:docPartBody>
        <w:p w:rsidR="00821F3C" w:rsidRDefault="00821F3C" w:rsidP="00821F3C">
          <w:pPr>
            <w:pStyle w:val="1166BC86F72545409120D2930899BB9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21F3C"/>
    <w:rsid w:val="008558C2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1F3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50C074201F54630BD5264765105B31E">
    <w:name w:val="F50C074201F54630BD5264765105B31E"/>
    <w:rsid w:val="00821F3C"/>
    <w:rPr>
      <w:kern w:val="2"/>
      <w14:ligatures w14:val="standardContextual"/>
    </w:rPr>
  </w:style>
  <w:style w:type="paragraph" w:customStyle="1" w:styleId="1166BC86F72545409120D2930899BB9D">
    <w:name w:val="1166BC86F72545409120D2930899BB9D"/>
    <w:rsid w:val="00821F3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A2D5A8-0A29-49AE-A0DC-B59389511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90</TotalTime>
  <Pages>1</Pages>
  <Words>469</Words>
  <Characters>2770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Malínská Hana</cp:lastModifiedBy>
  <cp:revision>13</cp:revision>
  <cp:lastPrinted>2017-11-28T17:18:00Z</cp:lastPrinted>
  <dcterms:created xsi:type="dcterms:W3CDTF">2023-11-16T10:29:00Z</dcterms:created>
  <dcterms:modified xsi:type="dcterms:W3CDTF">2025-11-10T09:54:00Z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67451740,59333a82,5d5e8fcc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